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F27A8FE2-E908-42A5-B61C-03C6324D0925}"/>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